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4CBA">
        <w:rPr>
          <w:rFonts w:ascii="Arial" w:hAnsi="Arial" w:cs="Arial"/>
          <w:b/>
          <w:caps/>
          <w:sz w:val="28"/>
          <w:szCs w:val="28"/>
        </w:rPr>
        <w:t>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954CBA" w:rsidRDefault="00954C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954C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CBA">
              <w:rPr>
                <w:rFonts w:ascii="Arial" w:hAnsi="Arial" w:cs="Arial"/>
                <w:sz w:val="20"/>
                <w:szCs w:val="20"/>
              </w:rPr>
              <w:t>À EDP, solicitando a retirada de restos da estrutura que ficava junto de um poste que foi removido na Avenida dos Migrantes, ao lado do nº 2091, no Parque Meia Lua,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954CBA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>à</w:t>
      </w:r>
      <w:r w:rsidR="00954CBA">
        <w:rPr>
          <w:rFonts w:ascii="Arial" w:hAnsi="Arial" w:cs="Arial"/>
        </w:rPr>
        <w:t xml:space="preserve"> EDP</w:t>
      </w:r>
      <w:r w:rsidR="00954CBA" w:rsidRPr="00954CBA">
        <w:rPr>
          <w:rFonts w:ascii="Arial" w:hAnsi="Arial" w:cs="Arial"/>
        </w:rPr>
        <w:t xml:space="preserve"> solicitando a retirada de restos da estrutura que ficava junto de um poste que foi removido na Avenida dos Migrantes, ao lado do nº 2091, no P</w:t>
      </w:r>
      <w:r w:rsidR="00954CBA">
        <w:rPr>
          <w:rFonts w:ascii="Arial" w:hAnsi="Arial" w:cs="Arial"/>
        </w:rPr>
        <w:t>arque Meia Lua, neste Município.</w:t>
      </w:r>
    </w:p>
    <w:p w:rsidR="00D3464C" w:rsidRDefault="00954CBA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 mais de trinta dias, ferro</w:t>
      </w:r>
      <w:r w:rsidR="006E07B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 fios se encontram na calçada oferecendo riscos aos pedestres, conforme relatos de moradores.</w:t>
      </w:r>
      <w:r w:rsidR="006E07B9">
        <w:rPr>
          <w:rFonts w:ascii="Arial" w:hAnsi="Arial" w:cs="Arial"/>
        </w:rPr>
        <w:t xml:space="preserve"> Com foto</w:t>
      </w:r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764BBE">
        <w:rPr>
          <w:rFonts w:ascii="Arial" w:hAnsi="Arial" w:cs="Arial"/>
        </w:rPr>
        <w:t xml:space="preserve">da </w:t>
      </w:r>
      <w:bookmarkStart w:id="0" w:name="_GoBack"/>
      <w:bookmarkEnd w:id="0"/>
      <w:r w:rsidR="00954CBA">
        <w:rPr>
          <w:rFonts w:ascii="Arial" w:hAnsi="Arial" w:cs="Arial"/>
        </w:rPr>
        <w:t xml:space="preserve">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4CBA">
        <w:rPr>
          <w:rFonts w:ascii="Arial" w:hAnsi="Arial" w:cs="Arial"/>
        </w:rPr>
        <w:t xml:space="preserve">28 </w:t>
      </w:r>
      <w:r w:rsidR="00BB4E31">
        <w:rPr>
          <w:rFonts w:ascii="Arial" w:hAnsi="Arial" w:cs="Arial"/>
        </w:rPr>
        <w:t>de</w:t>
      </w:r>
      <w:r w:rsidR="00954CBA">
        <w:rPr>
          <w:rFonts w:ascii="Arial" w:hAnsi="Arial" w:cs="Arial"/>
        </w:rPr>
        <w:t xml:space="preserve"> março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4CBA" w:rsidRPr="00A34F2C" w:rsidRDefault="00954CBA" w:rsidP="00954CB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54CBA" w:rsidRDefault="00954CBA" w:rsidP="00954CB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54CBA" w:rsidRPr="00A34F2C" w:rsidRDefault="00954CBA" w:rsidP="00954CB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07B9" w:rsidRDefault="006E07B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07B9" w:rsidRDefault="006E07B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07B9" w:rsidRDefault="006E07B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07B9" w:rsidRDefault="006E07B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07B9" w:rsidRDefault="006E07B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E07B9" w:rsidRDefault="006E07B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754755" cy="6675120"/>
            <wp:effectExtent l="0" t="0" r="0" b="0"/>
            <wp:docPr id="3" name="Imagem 3" descr="C:\Users\Salete\AppData\Local\Microsoft\Windows\Temporary Internet Files\Content.Word\29314252_977079629112682_442043736102902169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9314252_977079629112682_4420437361029021696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154" cy="669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07B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DD" w:rsidRDefault="007361DD">
      <w:r>
        <w:separator/>
      </w:r>
    </w:p>
  </w:endnote>
  <w:endnote w:type="continuationSeparator" w:id="0">
    <w:p w:rsidR="007361DD" w:rsidRDefault="0073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DD" w:rsidRDefault="007361DD">
      <w:r>
        <w:separator/>
      </w:r>
    </w:p>
  </w:footnote>
  <w:footnote w:type="continuationSeparator" w:id="0">
    <w:p w:rsidR="007361DD" w:rsidRDefault="00736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07B9">
      <w:rPr>
        <w:rFonts w:ascii="Arial" w:hAnsi="Arial" w:cs="Arial"/>
        <w:b/>
        <w:sz w:val="20"/>
        <w:szCs w:val="20"/>
        <w:u w:val="single"/>
      </w:rPr>
      <w:t>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6E07B9">
      <w:rPr>
        <w:rFonts w:ascii="Arial" w:hAnsi="Arial" w:cs="Arial"/>
        <w:b/>
        <w:sz w:val="20"/>
        <w:szCs w:val="20"/>
        <w:u w:val="single"/>
      </w:rPr>
      <w:t xml:space="preserve"> – Vereador Valmir do Parque Meia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2B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2B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3E5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07B9"/>
    <w:rsid w:val="006E7E66"/>
    <w:rsid w:val="006F4E64"/>
    <w:rsid w:val="006F7B0A"/>
    <w:rsid w:val="00715F74"/>
    <w:rsid w:val="00725E66"/>
    <w:rsid w:val="00727CDB"/>
    <w:rsid w:val="0073407F"/>
    <w:rsid w:val="007361DD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54CBA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061AD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72BFF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D354-571F-4DD1-BCCC-6A7060BD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2018-03-26T18:56:00Z</dcterms:created>
  <dcterms:modified xsi:type="dcterms:W3CDTF">2018-03-27T12:35:00Z</dcterms:modified>
</cp:coreProperties>
</file>